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171" w:rsidRDefault="005C42B5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OFERTA </w:t>
      </w:r>
    </w:p>
    <w:p w:rsidR="005C42B5" w:rsidRDefault="00132200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NA </w:t>
      </w:r>
      <w:r w:rsidR="006262F6">
        <w:rPr>
          <w:b/>
          <w:bCs/>
          <w:sz w:val="28"/>
          <w:szCs w:val="28"/>
        </w:rPr>
        <w:t>DOSTAWĘ BONÓW TOWAROWYCH</w:t>
      </w:r>
    </w:p>
    <w:p w:rsidR="007C7171" w:rsidRPr="005C42B5" w:rsidRDefault="007C7171" w:rsidP="007C7171">
      <w:pPr>
        <w:jc w:val="center"/>
        <w:rPr>
          <w:sz w:val="28"/>
          <w:szCs w:val="28"/>
        </w:rPr>
      </w:pP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6262F6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6262F6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 w:rsidRPr="007C7171">
        <w:rPr>
          <w:rFonts w:cs="Times New Roman"/>
          <w:b/>
        </w:rPr>
        <w:t>„</w:t>
      </w:r>
      <w:r w:rsidR="005B64CB">
        <w:rPr>
          <w:rFonts w:cs="Times New Roman"/>
          <w:b/>
        </w:rPr>
        <w:t>dostawa</w:t>
      </w:r>
      <w:r w:rsidR="005B64CB" w:rsidRPr="006262F6">
        <w:rPr>
          <w:rFonts w:cs="Times New Roman"/>
          <w:b/>
        </w:rPr>
        <w:t xml:space="preserve"> bonów towarowych</w:t>
      </w:r>
      <w:r w:rsidR="0020623A" w:rsidRPr="005C42B5">
        <w:rPr>
          <w:rFonts w:cs="Times New Roman"/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0A2445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2419D4">
        <w:rPr>
          <w:sz w:val="22"/>
          <w:szCs w:val="22"/>
        </w:rPr>
        <w:t xml:space="preserve"> </w:t>
      </w:r>
    </w:p>
    <w:p w:rsidR="00FA064C" w:rsidRPr="000A2445" w:rsidRDefault="005E5A1C" w:rsidP="00B226A6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Wartość br</w:t>
      </w:r>
      <w:r w:rsidR="00612F8A" w:rsidRPr="000A2445">
        <w:rPr>
          <w:b/>
          <w:sz w:val="22"/>
          <w:szCs w:val="22"/>
        </w:rPr>
        <w:t>utto ....................</w:t>
      </w:r>
      <w:r w:rsidR="00CE5BBC" w:rsidRPr="000A2445">
        <w:rPr>
          <w:b/>
          <w:sz w:val="22"/>
          <w:szCs w:val="22"/>
        </w:rPr>
        <w:t>.....</w:t>
      </w:r>
      <w:r w:rsidR="00D21B9E">
        <w:rPr>
          <w:b/>
          <w:sz w:val="22"/>
          <w:szCs w:val="22"/>
        </w:rPr>
        <w:t>..</w:t>
      </w:r>
      <w:bookmarkStart w:id="0" w:name="_GoBack"/>
      <w:bookmarkEnd w:id="0"/>
      <w:r w:rsidR="00CE5BBC" w:rsidRPr="000A2445">
        <w:rPr>
          <w:b/>
          <w:sz w:val="22"/>
          <w:szCs w:val="22"/>
        </w:rPr>
        <w:t>......</w:t>
      </w:r>
      <w:r w:rsidR="00612F8A" w:rsidRPr="000A2445">
        <w:rPr>
          <w:b/>
          <w:sz w:val="22"/>
          <w:szCs w:val="22"/>
        </w:rPr>
        <w:t>...zł (słownie: ...........................</w:t>
      </w:r>
      <w:r w:rsidR="00A50565" w:rsidRPr="000A2445">
        <w:rPr>
          <w:b/>
          <w:sz w:val="22"/>
          <w:szCs w:val="22"/>
        </w:rPr>
        <w:t>.......</w:t>
      </w:r>
      <w:r w:rsidR="00612F8A" w:rsidRPr="000A2445">
        <w:rPr>
          <w:b/>
          <w:sz w:val="22"/>
          <w:szCs w:val="22"/>
        </w:rPr>
        <w:t>........... złotych)</w:t>
      </w:r>
      <w:r w:rsidR="000A2445" w:rsidRPr="000A2445">
        <w:rPr>
          <w:b/>
          <w:sz w:val="22"/>
          <w:szCs w:val="22"/>
        </w:rPr>
        <w:t xml:space="preserve"> </w:t>
      </w:r>
    </w:p>
    <w:p w:rsidR="007A6779" w:rsidRPr="000A2445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43CAF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3D0649" w:rsidP="0096161D">
      <w:pPr>
        <w:pStyle w:val="Nagwek1"/>
        <w:spacing w:before="240"/>
        <w:rPr>
          <w:rFonts w:eastAsia="CIDFont+F2" w:cs="Times New Roman"/>
          <w:sz w:val="22"/>
        </w:rPr>
      </w:pPr>
      <w:r>
        <w:rPr>
          <w:rFonts w:eastAsia="CIDFont+F2"/>
          <w:sz w:val="22"/>
        </w:rPr>
        <w:lastRenderedPageBreak/>
        <w:t xml:space="preserve">  </w:t>
      </w:r>
      <w:r w:rsidR="00E07048">
        <w:rPr>
          <w:rFonts w:eastAsia="CIDFont+F2" w:cs="Times New Roman"/>
          <w:sz w:val="22"/>
        </w:rPr>
        <w:t xml:space="preserve">Oferujemy </w:t>
      </w:r>
      <w:r w:rsidR="00D50CC7">
        <w:rPr>
          <w:rFonts w:eastAsia="CIDFont+F2" w:cs="Times New Roman"/>
          <w:sz w:val="22"/>
        </w:rPr>
        <w:t>………</w:t>
      </w:r>
      <w:r w:rsidR="00D50CC7" w:rsidRPr="00D50CC7">
        <w:rPr>
          <w:rFonts w:eastAsia="CIDFont+F2" w:cs="Times New Roman"/>
          <w:sz w:val="22"/>
        </w:rPr>
        <w:t xml:space="preserve">….szt. punktów handlowych </w:t>
      </w:r>
      <w:r w:rsidR="00D50CC7" w:rsidRPr="00D50CC7">
        <w:rPr>
          <w:rFonts w:eastAsia="CIDFont+F2" w:cs="Times New Roman" w:hint="cs"/>
          <w:sz w:val="22"/>
        </w:rPr>
        <w:t>łą</w:t>
      </w:r>
      <w:r w:rsidR="00D50CC7" w:rsidRPr="00D50CC7">
        <w:rPr>
          <w:rFonts w:eastAsia="CIDFont+F2" w:cs="Times New Roman"/>
          <w:sz w:val="22"/>
        </w:rPr>
        <w:t>cznie na terenie miasta Przeworsk i Rzeszów</w:t>
      </w:r>
      <w:r w:rsidR="0096161D">
        <w:rPr>
          <w:rFonts w:eastAsia="CIDFont+F2" w:cs="Times New Roman"/>
          <w:sz w:val="22"/>
        </w:rPr>
        <w:t>.</w:t>
      </w:r>
    </w:p>
    <w:p w:rsidR="0096161D" w:rsidRPr="003D0649" w:rsidRDefault="0096161D" w:rsidP="0096161D">
      <w:pPr>
        <w:pStyle w:val="Nagwek1"/>
        <w:spacing w:before="240"/>
        <w:rPr>
          <w:rFonts w:eastAsia="CIDFont+F2" w:cs="Times New Roman"/>
          <w:sz w:val="22"/>
        </w:rPr>
      </w:pPr>
      <w:r>
        <w:rPr>
          <w:rFonts w:eastAsia="CIDFont+F2" w:cs="Times New Roman"/>
          <w:sz w:val="22"/>
        </w:rPr>
        <w:t xml:space="preserve">  Oferujemy</w:t>
      </w:r>
      <w:r w:rsidRPr="0096161D">
        <w:rPr>
          <w:rFonts w:eastAsia="CIDFont+F2" w:cs="Times New Roman"/>
          <w:sz w:val="22"/>
        </w:rPr>
        <w:t xml:space="preserve"> ważność bonów towarowych na okres  …..........   od  dnia wykonania </w:t>
      </w:r>
      <w:r>
        <w:rPr>
          <w:rFonts w:eastAsia="CIDFont+F2" w:cs="Times New Roman"/>
          <w:sz w:val="22"/>
        </w:rPr>
        <w:t>zamówienia</w:t>
      </w:r>
      <w:r w:rsidRPr="0096161D">
        <w:rPr>
          <w:rFonts w:eastAsia="CIDFont+F2" w:cs="Times New Roman"/>
          <w:sz w:val="22"/>
        </w:rPr>
        <w:t>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2C6DAA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spełniamy warunki udziału określone przez zamawiającego w tym postępowaniu</w:t>
      </w:r>
      <w:r w:rsidR="005B0AE2" w:rsidRPr="002C6DAA">
        <w:rPr>
          <w:sz w:val="22"/>
          <w:szCs w:val="22"/>
        </w:rPr>
        <w:t>,</w:t>
      </w:r>
    </w:p>
    <w:p w:rsidR="005B0AE2" w:rsidRPr="002C6DAA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przedmiot z</w:t>
      </w:r>
      <w:r w:rsidR="00C82D97" w:rsidRPr="002C6DAA">
        <w:rPr>
          <w:sz w:val="22"/>
          <w:szCs w:val="22"/>
        </w:rPr>
        <w:t>amówienia wykonamy w terminie</w:t>
      </w:r>
      <w:r w:rsidR="00D5163E" w:rsidRPr="002C6DAA">
        <w:rPr>
          <w:sz w:val="22"/>
          <w:szCs w:val="22"/>
        </w:rPr>
        <w:t xml:space="preserve"> </w:t>
      </w:r>
      <w:r w:rsidR="005A7EAE">
        <w:rPr>
          <w:sz w:val="22"/>
          <w:szCs w:val="22"/>
        </w:rPr>
        <w:t>do 3 dni od dnia podpisania umowy.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4F3D42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095EF9">
        <w:rPr>
          <w:sz w:val="22"/>
          <w:szCs w:val="22"/>
        </w:rPr>
        <w:t xml:space="preserve"> (stanowiący</w:t>
      </w:r>
      <w:r w:rsidR="00FE49B8">
        <w:rPr>
          <w:sz w:val="22"/>
          <w:szCs w:val="22"/>
        </w:rPr>
        <w:t xml:space="preserve"> załącznik nr </w:t>
      </w:r>
      <w:r w:rsidR="00095EF9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BC6163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702F42"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="009249A2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96161D" w:rsidP="0040028D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IX</w:t>
      </w:r>
      <w:r w:rsidR="0040028D" w:rsidRPr="0040028D">
        <w:rPr>
          <w:b/>
          <w:sz w:val="22"/>
          <w:szCs w:val="22"/>
        </w:rPr>
        <w:t>.</w:t>
      </w:r>
      <w:r w:rsidR="0040028D"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96161D" w:rsidRPr="0096161D" w:rsidRDefault="0096161D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96161D" w:rsidRPr="0096161D" w:rsidRDefault="0096161D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lastRenderedPageBreak/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proofErr w:type="spellStart"/>
      <w:r w:rsidRPr="00A50565">
        <w:rPr>
          <w:sz w:val="22"/>
        </w:rPr>
        <w:t>o</w:t>
      </w:r>
      <w:r w:rsidR="006C73E0" w:rsidRPr="00A50565">
        <w:rPr>
          <w:sz w:val="22"/>
        </w:rPr>
        <w:t>dnr</w:t>
      </w:r>
      <w:proofErr w:type="spellEnd"/>
      <w:r w:rsidR="006C73E0" w:rsidRPr="00A50565">
        <w:rPr>
          <w:sz w:val="22"/>
        </w:rPr>
        <w:t xml:space="preserve">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AEE" w:rsidRDefault="00B74AEE">
      <w:r>
        <w:separator/>
      </w:r>
    </w:p>
  </w:endnote>
  <w:endnote w:type="continuationSeparator" w:id="0">
    <w:p w:rsidR="00B74AEE" w:rsidRDefault="00B74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676020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676020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D21B9E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AEE" w:rsidRDefault="00B74AEE">
      <w:r>
        <w:separator/>
      </w:r>
    </w:p>
  </w:footnote>
  <w:footnote w:type="continuationSeparator" w:id="0">
    <w:p w:rsidR="00B74AEE" w:rsidRDefault="00B74AEE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3B14AF">
      <w:rPr>
        <w:rFonts w:ascii="Arial" w:hAnsi="Arial"/>
        <w:noProof/>
        <w:sz w:val="20"/>
        <w:szCs w:val="20"/>
      </w:rPr>
      <w:t>k sprawy:</w:t>
    </w:r>
    <w:r w:rsidR="005B64CB">
      <w:rPr>
        <w:rFonts w:ascii="Arial" w:hAnsi="Arial"/>
        <w:noProof/>
        <w:sz w:val="20"/>
        <w:szCs w:val="20"/>
      </w:rPr>
      <w:t xml:space="preserve"> SP ZOZ NZZP II 2400/42</w:t>
    </w:r>
    <w:r w:rsidR="00C82D97">
      <w:rPr>
        <w:rFonts w:ascii="Arial" w:hAnsi="Arial"/>
        <w:noProof/>
        <w:sz w:val="20"/>
        <w:szCs w:val="20"/>
      </w:rPr>
      <w:t>/19</w:t>
    </w:r>
    <w:r w:rsidR="003B14AF">
      <w:rPr>
        <w:rFonts w:ascii="Arial" w:hAnsi="Arial"/>
        <w:noProof/>
        <w:sz w:val="20"/>
        <w:szCs w:val="20"/>
      </w:rPr>
      <w:t xml:space="preserve">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02673"/>
    <w:rsid w:val="000241C8"/>
    <w:rsid w:val="00026F65"/>
    <w:rsid w:val="00032320"/>
    <w:rsid w:val="0003277E"/>
    <w:rsid w:val="00035D07"/>
    <w:rsid w:val="000409F4"/>
    <w:rsid w:val="00043CAF"/>
    <w:rsid w:val="00046F80"/>
    <w:rsid w:val="000505A6"/>
    <w:rsid w:val="00056F8B"/>
    <w:rsid w:val="00057263"/>
    <w:rsid w:val="00062388"/>
    <w:rsid w:val="00062F3B"/>
    <w:rsid w:val="00067717"/>
    <w:rsid w:val="00072412"/>
    <w:rsid w:val="0008128B"/>
    <w:rsid w:val="000877D0"/>
    <w:rsid w:val="000914CC"/>
    <w:rsid w:val="00095EF9"/>
    <w:rsid w:val="000A2445"/>
    <w:rsid w:val="000A66E0"/>
    <w:rsid w:val="000B43DD"/>
    <w:rsid w:val="000B5888"/>
    <w:rsid w:val="000C1FD6"/>
    <w:rsid w:val="000C5977"/>
    <w:rsid w:val="000C6703"/>
    <w:rsid w:val="000C73EF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2200"/>
    <w:rsid w:val="00136EC5"/>
    <w:rsid w:val="001409D2"/>
    <w:rsid w:val="0014311C"/>
    <w:rsid w:val="00144177"/>
    <w:rsid w:val="00151128"/>
    <w:rsid w:val="0015482E"/>
    <w:rsid w:val="0016009A"/>
    <w:rsid w:val="00160456"/>
    <w:rsid w:val="001640D6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2B50"/>
    <w:rsid w:val="001C3D54"/>
    <w:rsid w:val="001D286F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9D4"/>
    <w:rsid w:val="00241D45"/>
    <w:rsid w:val="00253135"/>
    <w:rsid w:val="00254898"/>
    <w:rsid w:val="002566B0"/>
    <w:rsid w:val="00256A5C"/>
    <w:rsid w:val="00263222"/>
    <w:rsid w:val="00264259"/>
    <w:rsid w:val="00270266"/>
    <w:rsid w:val="0027141C"/>
    <w:rsid w:val="00273F6C"/>
    <w:rsid w:val="00274FCB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C6DAA"/>
    <w:rsid w:val="002C7771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47A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A55"/>
    <w:rsid w:val="003A4FEE"/>
    <w:rsid w:val="003B14AF"/>
    <w:rsid w:val="003B23B8"/>
    <w:rsid w:val="003B288D"/>
    <w:rsid w:val="003B770A"/>
    <w:rsid w:val="003C07EB"/>
    <w:rsid w:val="003C445D"/>
    <w:rsid w:val="003C7197"/>
    <w:rsid w:val="003D0649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66040"/>
    <w:rsid w:val="00482884"/>
    <w:rsid w:val="004840A1"/>
    <w:rsid w:val="00485757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3D42"/>
    <w:rsid w:val="004F42D8"/>
    <w:rsid w:val="004F47B9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A7EAE"/>
    <w:rsid w:val="005B04C6"/>
    <w:rsid w:val="005B0AE2"/>
    <w:rsid w:val="005B364B"/>
    <w:rsid w:val="005B645C"/>
    <w:rsid w:val="005B64CB"/>
    <w:rsid w:val="005C35C2"/>
    <w:rsid w:val="005C42B5"/>
    <w:rsid w:val="005E5A1C"/>
    <w:rsid w:val="005E6335"/>
    <w:rsid w:val="005F1183"/>
    <w:rsid w:val="005F589B"/>
    <w:rsid w:val="00601DA6"/>
    <w:rsid w:val="006051D4"/>
    <w:rsid w:val="00606A69"/>
    <w:rsid w:val="006070AA"/>
    <w:rsid w:val="00612F8A"/>
    <w:rsid w:val="006152F5"/>
    <w:rsid w:val="00617DBB"/>
    <w:rsid w:val="00620E4A"/>
    <w:rsid w:val="006262F6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76020"/>
    <w:rsid w:val="0068214C"/>
    <w:rsid w:val="0068656F"/>
    <w:rsid w:val="00686838"/>
    <w:rsid w:val="006A2679"/>
    <w:rsid w:val="006A3B80"/>
    <w:rsid w:val="006A469D"/>
    <w:rsid w:val="006B7438"/>
    <w:rsid w:val="006C5E43"/>
    <w:rsid w:val="006C73E0"/>
    <w:rsid w:val="006E65D1"/>
    <w:rsid w:val="006E6849"/>
    <w:rsid w:val="006F330F"/>
    <w:rsid w:val="00702A3D"/>
    <w:rsid w:val="00702F42"/>
    <w:rsid w:val="007045EC"/>
    <w:rsid w:val="007110EF"/>
    <w:rsid w:val="00714B42"/>
    <w:rsid w:val="00724989"/>
    <w:rsid w:val="00725B3E"/>
    <w:rsid w:val="00726051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57434"/>
    <w:rsid w:val="007602A2"/>
    <w:rsid w:val="00761241"/>
    <w:rsid w:val="00763488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96D1B"/>
    <w:rsid w:val="007A6779"/>
    <w:rsid w:val="007A7825"/>
    <w:rsid w:val="007B290D"/>
    <w:rsid w:val="007B6442"/>
    <w:rsid w:val="007B7E19"/>
    <w:rsid w:val="007C2AF6"/>
    <w:rsid w:val="007C7171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246E"/>
    <w:rsid w:val="00887A29"/>
    <w:rsid w:val="00890942"/>
    <w:rsid w:val="008B0E8F"/>
    <w:rsid w:val="008B6FC7"/>
    <w:rsid w:val="008C7A42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249A2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161D"/>
    <w:rsid w:val="0096209D"/>
    <w:rsid w:val="00965773"/>
    <w:rsid w:val="00966049"/>
    <w:rsid w:val="009664DA"/>
    <w:rsid w:val="009668ED"/>
    <w:rsid w:val="009717A9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0185D"/>
    <w:rsid w:val="00A038FF"/>
    <w:rsid w:val="00A112D7"/>
    <w:rsid w:val="00A11EB6"/>
    <w:rsid w:val="00A14D79"/>
    <w:rsid w:val="00A24E61"/>
    <w:rsid w:val="00A31A91"/>
    <w:rsid w:val="00A417BD"/>
    <w:rsid w:val="00A42015"/>
    <w:rsid w:val="00A422AD"/>
    <w:rsid w:val="00A4498F"/>
    <w:rsid w:val="00A47553"/>
    <w:rsid w:val="00A50213"/>
    <w:rsid w:val="00A50565"/>
    <w:rsid w:val="00A72799"/>
    <w:rsid w:val="00A73E60"/>
    <w:rsid w:val="00A751CE"/>
    <w:rsid w:val="00A84F3D"/>
    <w:rsid w:val="00A85571"/>
    <w:rsid w:val="00A91E82"/>
    <w:rsid w:val="00A92EDF"/>
    <w:rsid w:val="00AB2E12"/>
    <w:rsid w:val="00AB536E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4AEE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C6163"/>
    <w:rsid w:val="00BD2AB2"/>
    <w:rsid w:val="00BD3411"/>
    <w:rsid w:val="00BD4F69"/>
    <w:rsid w:val="00BD5A81"/>
    <w:rsid w:val="00BD7A4E"/>
    <w:rsid w:val="00BE7A8D"/>
    <w:rsid w:val="00BF1EB9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97F89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1B9E"/>
    <w:rsid w:val="00D34459"/>
    <w:rsid w:val="00D35507"/>
    <w:rsid w:val="00D43DEB"/>
    <w:rsid w:val="00D50CC7"/>
    <w:rsid w:val="00D5163E"/>
    <w:rsid w:val="00D55F45"/>
    <w:rsid w:val="00D73B05"/>
    <w:rsid w:val="00D758B0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C60C8"/>
    <w:rsid w:val="00DD16EF"/>
    <w:rsid w:val="00DE45DF"/>
    <w:rsid w:val="00DE4A00"/>
    <w:rsid w:val="00DE5648"/>
    <w:rsid w:val="00DE5731"/>
    <w:rsid w:val="00E012E4"/>
    <w:rsid w:val="00E03DF5"/>
    <w:rsid w:val="00E07048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07F2C"/>
    <w:rsid w:val="00F07FD6"/>
    <w:rsid w:val="00F13AB5"/>
    <w:rsid w:val="00F172AA"/>
    <w:rsid w:val="00F25435"/>
    <w:rsid w:val="00F30BFC"/>
    <w:rsid w:val="00F350D5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4C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E6EE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331AB2-DE20-4695-9A5A-5203EAD8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447EC-D078-4D5E-ACE3-54C162C56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100</TotalTime>
  <Pages>3</Pages>
  <Words>980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6849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315</cp:revision>
  <cp:lastPrinted>2019-03-06T11:54:00Z</cp:lastPrinted>
  <dcterms:created xsi:type="dcterms:W3CDTF">2018-03-08T08:22:00Z</dcterms:created>
  <dcterms:modified xsi:type="dcterms:W3CDTF">2019-11-14T10:21:00Z</dcterms:modified>
  <cp:category/>
</cp:coreProperties>
</file>